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174E040A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952AC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D3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A7F8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CB4A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C474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36847" w14:textId="77777777" w:rsidR="00112E46" w:rsidRDefault="00112E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2E46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620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8A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952A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20FC1-18B0-45F2-A28F-0AE04ED69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2025-08-18T08:53:00Z</dcterms:created>
  <dcterms:modified xsi:type="dcterms:W3CDTF">2025-09-09T07:37:00Z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